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606DBF" w:rsidRPr="000C6BBC" w:rsidTr="000C6BBC">
        <w:trPr>
          <w:trHeight w:val="3050"/>
        </w:trPr>
        <w:tc>
          <w:tcPr>
            <w:tcW w:w="9576" w:type="dxa"/>
          </w:tcPr>
          <w:p w:rsidR="00606DBF" w:rsidRPr="000C6BBC" w:rsidRDefault="00606DBF" w:rsidP="00A878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 PSYCHOLOGY</w:t>
            </w:r>
            <w:r w:rsidRPr="000C6BBC">
              <w:rPr>
                <w:b/>
                <w:sz w:val="28"/>
                <w:szCs w:val="28"/>
              </w:rPr>
              <w:t xml:space="preserve"> Warmups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0C6BBC" w:rsidRDefault="00606DBF" w:rsidP="00A878ED">
            <w:pPr>
              <w:spacing w:after="0" w:line="240" w:lineRule="auto"/>
            </w:pPr>
          </w:p>
        </w:tc>
      </w:tr>
      <w:tr w:rsidR="00606DBF" w:rsidRPr="000C6BBC" w:rsidTr="000C6BBC">
        <w:trPr>
          <w:trHeight w:val="2870"/>
        </w:trPr>
        <w:tc>
          <w:tcPr>
            <w:tcW w:w="9576" w:type="dxa"/>
          </w:tcPr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</w:pPr>
          </w:p>
          <w:p w:rsidR="00606DBF" w:rsidRPr="000C6BBC" w:rsidRDefault="00606DBF" w:rsidP="00A878ED">
            <w:pPr>
              <w:spacing w:after="0" w:line="240" w:lineRule="auto"/>
            </w:pPr>
            <w:bookmarkStart w:id="0" w:name="_GoBack"/>
            <w:bookmarkEnd w:id="0"/>
          </w:p>
        </w:tc>
      </w:tr>
      <w:tr w:rsidR="00606DBF" w:rsidRPr="000C6BBC" w:rsidTr="000C6BBC">
        <w:trPr>
          <w:trHeight w:val="3230"/>
        </w:trPr>
        <w:tc>
          <w:tcPr>
            <w:tcW w:w="9576" w:type="dxa"/>
          </w:tcPr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0C6BBC" w:rsidRDefault="00606DBF" w:rsidP="00A878ED">
            <w:pPr>
              <w:spacing w:after="0" w:line="240" w:lineRule="auto"/>
            </w:pPr>
          </w:p>
        </w:tc>
      </w:tr>
      <w:tr w:rsidR="00606DBF" w:rsidRPr="000C6BBC" w:rsidTr="00606DBF">
        <w:trPr>
          <w:trHeight w:val="323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BF" w:rsidRPr="000C6BBC" w:rsidRDefault="00606DBF" w:rsidP="00606DB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AP PSYCHOLOGY</w:t>
            </w:r>
            <w:r w:rsidRPr="000C6BBC">
              <w:rPr>
                <w:b/>
                <w:sz w:val="28"/>
                <w:szCs w:val="28"/>
              </w:rPr>
              <w:t xml:space="preserve"> Warmups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06DBF" w:rsidRPr="000C6BBC" w:rsidTr="00606DBF">
        <w:trPr>
          <w:trHeight w:val="323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06DBF" w:rsidRPr="000C6BBC" w:rsidTr="00606DBF">
        <w:trPr>
          <w:trHeight w:val="323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C6BBC">
              <w:rPr>
                <w:b/>
                <w:sz w:val="28"/>
                <w:szCs w:val="28"/>
              </w:rPr>
              <w:t>DATE:</w:t>
            </w: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606DBF" w:rsidRPr="00606DBF" w:rsidRDefault="00606DBF" w:rsidP="00A878E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:rsidR="00161174" w:rsidRDefault="00161174"/>
    <w:sectPr w:rsidR="00161174" w:rsidSect="00161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074CD4"/>
    <w:rsid w:val="00041235"/>
    <w:rsid w:val="00074CD4"/>
    <w:rsid w:val="000C6BBC"/>
    <w:rsid w:val="00127EF3"/>
    <w:rsid w:val="00161174"/>
    <w:rsid w:val="00606DBF"/>
    <w:rsid w:val="007C0250"/>
    <w:rsid w:val="00A548CE"/>
    <w:rsid w:val="00F6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I\PSYCHOLOGYII.Warmup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PSYCHOLOGYII.Warmups</Template>
  <TotalTime>1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2012-09-11T21:51:00Z</cp:lastPrinted>
  <dcterms:created xsi:type="dcterms:W3CDTF">2014-02-03T22:43:00Z</dcterms:created>
  <dcterms:modified xsi:type="dcterms:W3CDTF">2014-02-03T22:43:00Z</dcterms:modified>
</cp:coreProperties>
</file>